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445C62F6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BC1540">
        <w:rPr>
          <w:caps/>
          <w:sz w:val="40"/>
          <w:szCs w:val="40"/>
        </w:rPr>
        <w:t>0</w:t>
      </w:r>
      <w:r w:rsidR="0094318A">
        <w:rPr>
          <w:caps/>
          <w:sz w:val="40"/>
          <w:szCs w:val="40"/>
        </w:rPr>
        <w:t>7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4A51D6E8" w14:textId="4630FB45" w:rsidR="00816BAD" w:rsidRPr="00AE6152" w:rsidRDefault="00431CD9" w:rsidP="00816BAD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816BAD" w:rsidRPr="001950E8">
        <w:rPr>
          <w:caps/>
          <w:sz w:val="40"/>
        </w:rPr>
        <w:t>část 0</w:t>
      </w:r>
      <w:r w:rsidR="0094318A">
        <w:rPr>
          <w:caps/>
          <w:sz w:val="40"/>
        </w:rPr>
        <w:t>7</w:t>
      </w:r>
      <w:r w:rsidR="00816BAD">
        <w:rPr>
          <w:caps/>
          <w:sz w:val="40"/>
        </w:rPr>
        <w:t xml:space="preserve">  - </w:t>
      </w:r>
      <w:r w:rsidR="0094318A">
        <w:rPr>
          <w:caps/>
          <w:sz w:val="40"/>
        </w:rPr>
        <w:t>montážní vozík s nářadím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Kűmpers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243059B3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>2.0</w:t>
      </w:r>
      <w:r w:rsidR="00383BC2">
        <w:rPr>
          <w:rFonts w:asciiTheme="majorHAnsi" w:hAnsiTheme="majorHAnsi" w:cstheme="majorHAnsi"/>
          <w:b/>
          <w:bCs/>
        </w:rPr>
        <w:t>2</w:t>
      </w:r>
      <w:r w:rsidR="00644BE7" w:rsidRPr="005A6D59">
        <w:rPr>
          <w:rFonts w:asciiTheme="majorHAnsi" w:hAnsiTheme="majorHAnsi" w:cstheme="majorHAnsi"/>
          <w:b/>
          <w:bCs/>
        </w:rPr>
        <w:t xml:space="preserve">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595B31EA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>Přílohy č. 2.0</w:t>
      </w:r>
      <w:r w:rsidR="00383BC2">
        <w:rPr>
          <w:rFonts w:asciiTheme="majorHAnsi" w:hAnsiTheme="majorHAnsi" w:cstheme="majorHAnsi"/>
          <w:b/>
          <w:bCs/>
        </w:rPr>
        <w:t>2</w:t>
      </w:r>
      <w:r w:rsidR="005A6D59" w:rsidRPr="00435062">
        <w:rPr>
          <w:rFonts w:asciiTheme="majorHAnsi" w:hAnsiTheme="majorHAnsi" w:cstheme="majorHAnsi"/>
          <w:b/>
          <w:bCs/>
        </w:rPr>
        <w:t xml:space="preserve">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4D2E0E1" w14:textId="53A2E89F" w:rsidR="003C60BE" w:rsidRPr="003C60BE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BC1540">
        <w:rPr>
          <w:rFonts w:asciiTheme="majorHAnsi" w:hAnsiTheme="majorHAnsi" w:cstheme="majorHAnsi"/>
          <w:b/>
          <w:lang w:eastAsia="x-none"/>
        </w:rPr>
        <w:t>0</w:t>
      </w:r>
      <w:r w:rsidR="006F0BE4">
        <w:rPr>
          <w:rFonts w:asciiTheme="majorHAnsi" w:hAnsiTheme="majorHAnsi" w:cstheme="majorHAnsi"/>
          <w:b/>
          <w:lang w:eastAsia="x-none"/>
        </w:rPr>
        <w:t>7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CA5201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50A94E19" w:rsidR="00431CD9" w:rsidRPr="004E48B9" w:rsidRDefault="0092128C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29E70E1F" w14:textId="37C1ACD7" w:rsidR="00B067DF" w:rsidRPr="004E48B9" w:rsidRDefault="00B65B7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Zadavatel nepožaduje.</w:t>
            </w:r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24091B7D" w:rsidR="00D65A21" w:rsidRPr="00B65B77" w:rsidRDefault="006D355A" w:rsidP="00B65B77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65B77">
              <w:rPr>
                <w:rFonts w:asciiTheme="majorHAnsi" w:hAnsiTheme="majorHAnsi" w:cstheme="majorHAnsi"/>
                <w:lang w:eastAsia="x-none"/>
              </w:rPr>
              <w:t>Doklady dle § 75 ZZVZ prokazující základní způsobilost podle § 74 ZZVZ a doklady prokazující profesní způsobilost dle § 77 odst.</w:t>
            </w:r>
            <w:r w:rsidRPr="00B65B77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65B77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B65B77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3</w:t>
            </w:r>
            <w:r w:rsidR="00B95521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měsíců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</w:t>
            </w:r>
            <w:r w:rsidR="00757578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přede dnem zahájení výběrového řízení</w:t>
            </w:r>
            <w:r w:rsidR="00757578" w:rsidRPr="00B65B77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dokládány).</w:t>
            </w:r>
            <w:r w:rsidR="431B779B" w:rsidRPr="00B65B77">
              <w:rPr>
                <w:rFonts w:asciiTheme="majorHAnsi" w:hAnsiTheme="majorHAnsi" w:cstheme="majorBidi"/>
                <w:b/>
                <w:bCs/>
              </w:rPr>
              <w:t xml:space="preserve">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191ED885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</w:t>
      </w:r>
      <w:r w:rsidR="00D57444">
        <w:rPr>
          <w:rFonts w:asciiTheme="majorHAnsi" w:hAnsiTheme="majorHAnsi" w:cstheme="majorBidi"/>
          <w:b/>
          <w:bCs/>
        </w:rPr>
        <w:t>2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2A20E3DA" w:rsid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BC1540">
        <w:rPr>
          <w:rFonts w:asciiTheme="majorHAnsi" w:hAnsiTheme="majorHAnsi" w:cstheme="majorBidi"/>
          <w:b/>
          <w:bCs/>
        </w:rPr>
        <w:t>0</w:t>
      </w:r>
      <w:r w:rsidR="006F0BE4">
        <w:rPr>
          <w:rFonts w:asciiTheme="majorHAnsi" w:hAnsiTheme="majorHAnsi" w:cstheme="majorBidi"/>
          <w:b/>
          <w:bCs/>
        </w:rPr>
        <w:t>7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</w:t>
      </w:r>
      <w:r w:rsidR="005F285C">
        <w:rPr>
          <w:rFonts w:asciiTheme="majorHAnsi" w:hAnsiTheme="majorHAnsi" w:cstheme="majorBidi"/>
        </w:rPr>
        <w:t>,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29073" w14:textId="77777777" w:rsidR="00006145" w:rsidRDefault="00006145" w:rsidP="002C4725">
      <w:pPr>
        <w:spacing w:after="0" w:line="240" w:lineRule="auto"/>
      </w:pPr>
      <w:r>
        <w:separator/>
      </w:r>
    </w:p>
  </w:endnote>
  <w:endnote w:type="continuationSeparator" w:id="0">
    <w:p w14:paraId="5BEB6A02" w14:textId="77777777" w:rsidR="00006145" w:rsidRDefault="00006145" w:rsidP="002C4725">
      <w:pPr>
        <w:spacing w:after="0" w:line="240" w:lineRule="auto"/>
      </w:pPr>
      <w:r>
        <w:continuationSeparator/>
      </w:r>
    </w:p>
  </w:endnote>
  <w:endnote w:type="continuationNotice" w:id="1">
    <w:p w14:paraId="724C4CD8" w14:textId="77777777" w:rsidR="00006145" w:rsidRDefault="000061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BB71F" w14:textId="77777777" w:rsidR="00006145" w:rsidRDefault="00006145" w:rsidP="002C4725">
      <w:pPr>
        <w:spacing w:after="0" w:line="240" w:lineRule="auto"/>
      </w:pPr>
      <w:r>
        <w:separator/>
      </w:r>
    </w:p>
  </w:footnote>
  <w:footnote w:type="continuationSeparator" w:id="0">
    <w:p w14:paraId="2053218C" w14:textId="77777777" w:rsidR="00006145" w:rsidRDefault="00006145" w:rsidP="002C4725">
      <w:pPr>
        <w:spacing w:after="0" w:line="240" w:lineRule="auto"/>
      </w:pPr>
      <w:r>
        <w:continuationSeparator/>
      </w:r>
    </w:p>
  </w:footnote>
  <w:footnote w:type="continuationNotice" w:id="1">
    <w:p w14:paraId="56784C27" w14:textId="77777777" w:rsidR="00006145" w:rsidRDefault="00006145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FYRoMqKnoUuBreZs+VB0RJRgCQHdmAN4RYbuzpSTvCzn9ORPo+8xEkT6XLSFJwRlvl07xKPq/wSnhdE0BsJ5QQ==" w:salt="hW7DHY3csdRNh/nXjXdzo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06145"/>
    <w:rsid w:val="00025959"/>
    <w:rsid w:val="00025F7D"/>
    <w:rsid w:val="00033F26"/>
    <w:rsid w:val="0003660F"/>
    <w:rsid w:val="00037BE2"/>
    <w:rsid w:val="00072135"/>
    <w:rsid w:val="00082C5A"/>
    <w:rsid w:val="000840D8"/>
    <w:rsid w:val="000A1A79"/>
    <w:rsid w:val="000A3A57"/>
    <w:rsid w:val="000A4050"/>
    <w:rsid w:val="000A6731"/>
    <w:rsid w:val="000B42C0"/>
    <w:rsid w:val="000B49DE"/>
    <w:rsid w:val="000C6BE7"/>
    <w:rsid w:val="000D2A54"/>
    <w:rsid w:val="000D388A"/>
    <w:rsid w:val="000D3E20"/>
    <w:rsid w:val="000F2439"/>
    <w:rsid w:val="00105829"/>
    <w:rsid w:val="00110368"/>
    <w:rsid w:val="00113F40"/>
    <w:rsid w:val="001236D1"/>
    <w:rsid w:val="0012393F"/>
    <w:rsid w:val="00130843"/>
    <w:rsid w:val="00150DC5"/>
    <w:rsid w:val="00173960"/>
    <w:rsid w:val="0018712C"/>
    <w:rsid w:val="00187214"/>
    <w:rsid w:val="00195D10"/>
    <w:rsid w:val="001A228E"/>
    <w:rsid w:val="001A2568"/>
    <w:rsid w:val="001A3941"/>
    <w:rsid w:val="001A4B24"/>
    <w:rsid w:val="001B5DBB"/>
    <w:rsid w:val="001D0606"/>
    <w:rsid w:val="001D4142"/>
    <w:rsid w:val="001E0B2E"/>
    <w:rsid w:val="00202740"/>
    <w:rsid w:val="002063E8"/>
    <w:rsid w:val="0022176A"/>
    <w:rsid w:val="00221888"/>
    <w:rsid w:val="00237321"/>
    <w:rsid w:val="00247720"/>
    <w:rsid w:val="00252D42"/>
    <w:rsid w:val="00255DFD"/>
    <w:rsid w:val="00267824"/>
    <w:rsid w:val="00273B04"/>
    <w:rsid w:val="00274CEF"/>
    <w:rsid w:val="00294F6E"/>
    <w:rsid w:val="002A2DF0"/>
    <w:rsid w:val="002B0EEC"/>
    <w:rsid w:val="002B29FD"/>
    <w:rsid w:val="002B6461"/>
    <w:rsid w:val="002C4725"/>
    <w:rsid w:val="002D727F"/>
    <w:rsid w:val="002D72C7"/>
    <w:rsid w:val="002E0A14"/>
    <w:rsid w:val="002F739C"/>
    <w:rsid w:val="003006F3"/>
    <w:rsid w:val="00305406"/>
    <w:rsid w:val="00316023"/>
    <w:rsid w:val="00351A75"/>
    <w:rsid w:val="00354D67"/>
    <w:rsid w:val="00360120"/>
    <w:rsid w:val="003823F4"/>
    <w:rsid w:val="00383BC2"/>
    <w:rsid w:val="00393720"/>
    <w:rsid w:val="003B764B"/>
    <w:rsid w:val="003C60BE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1CD9"/>
    <w:rsid w:val="00435062"/>
    <w:rsid w:val="004369B1"/>
    <w:rsid w:val="00442775"/>
    <w:rsid w:val="004477CC"/>
    <w:rsid w:val="004524C6"/>
    <w:rsid w:val="00455270"/>
    <w:rsid w:val="00474F9E"/>
    <w:rsid w:val="004750C4"/>
    <w:rsid w:val="00476C99"/>
    <w:rsid w:val="00490355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53C2"/>
    <w:rsid w:val="005E7A63"/>
    <w:rsid w:val="005F285C"/>
    <w:rsid w:val="005F4A40"/>
    <w:rsid w:val="00606F98"/>
    <w:rsid w:val="006304B1"/>
    <w:rsid w:val="00633524"/>
    <w:rsid w:val="006365AF"/>
    <w:rsid w:val="006446B6"/>
    <w:rsid w:val="00644BE7"/>
    <w:rsid w:val="00653B07"/>
    <w:rsid w:val="006550FB"/>
    <w:rsid w:val="00661D5D"/>
    <w:rsid w:val="00674152"/>
    <w:rsid w:val="00685CA4"/>
    <w:rsid w:val="00686888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0BE4"/>
    <w:rsid w:val="006F6CFC"/>
    <w:rsid w:val="007074B6"/>
    <w:rsid w:val="00722CDE"/>
    <w:rsid w:val="007244DA"/>
    <w:rsid w:val="007252F1"/>
    <w:rsid w:val="00733E7C"/>
    <w:rsid w:val="0074190B"/>
    <w:rsid w:val="00742F65"/>
    <w:rsid w:val="007442A1"/>
    <w:rsid w:val="00757578"/>
    <w:rsid w:val="00763788"/>
    <w:rsid w:val="00775992"/>
    <w:rsid w:val="00777834"/>
    <w:rsid w:val="00781689"/>
    <w:rsid w:val="00790C6A"/>
    <w:rsid w:val="007913D3"/>
    <w:rsid w:val="00794A6B"/>
    <w:rsid w:val="007A0278"/>
    <w:rsid w:val="007A1179"/>
    <w:rsid w:val="007D4838"/>
    <w:rsid w:val="007E0449"/>
    <w:rsid w:val="007E078A"/>
    <w:rsid w:val="007E5031"/>
    <w:rsid w:val="007E513E"/>
    <w:rsid w:val="007F02A2"/>
    <w:rsid w:val="007F73AC"/>
    <w:rsid w:val="00801074"/>
    <w:rsid w:val="00801ABD"/>
    <w:rsid w:val="00806858"/>
    <w:rsid w:val="00812B87"/>
    <w:rsid w:val="00816BAD"/>
    <w:rsid w:val="0081766F"/>
    <w:rsid w:val="00824075"/>
    <w:rsid w:val="0082413A"/>
    <w:rsid w:val="00824EB6"/>
    <w:rsid w:val="00827468"/>
    <w:rsid w:val="008309D1"/>
    <w:rsid w:val="00834D6D"/>
    <w:rsid w:val="0083788E"/>
    <w:rsid w:val="00872E47"/>
    <w:rsid w:val="00876F33"/>
    <w:rsid w:val="008A269E"/>
    <w:rsid w:val="008C45B9"/>
    <w:rsid w:val="008D219E"/>
    <w:rsid w:val="008D3087"/>
    <w:rsid w:val="008F090D"/>
    <w:rsid w:val="008F3E3E"/>
    <w:rsid w:val="00917068"/>
    <w:rsid w:val="0092128C"/>
    <w:rsid w:val="0092668F"/>
    <w:rsid w:val="00942590"/>
    <w:rsid w:val="0094318A"/>
    <w:rsid w:val="00992D66"/>
    <w:rsid w:val="00996D8A"/>
    <w:rsid w:val="009974C4"/>
    <w:rsid w:val="009A5C04"/>
    <w:rsid w:val="009B67B4"/>
    <w:rsid w:val="009B7883"/>
    <w:rsid w:val="009C3B4B"/>
    <w:rsid w:val="009C587F"/>
    <w:rsid w:val="009E05B8"/>
    <w:rsid w:val="009F33C5"/>
    <w:rsid w:val="00A0138D"/>
    <w:rsid w:val="00A015E9"/>
    <w:rsid w:val="00A43EF0"/>
    <w:rsid w:val="00A46404"/>
    <w:rsid w:val="00A77BFA"/>
    <w:rsid w:val="00A805D1"/>
    <w:rsid w:val="00A87536"/>
    <w:rsid w:val="00AA6A07"/>
    <w:rsid w:val="00AC017E"/>
    <w:rsid w:val="00AE3343"/>
    <w:rsid w:val="00AF25BE"/>
    <w:rsid w:val="00AF4FAD"/>
    <w:rsid w:val="00AF6371"/>
    <w:rsid w:val="00B067DF"/>
    <w:rsid w:val="00B26049"/>
    <w:rsid w:val="00B31DB6"/>
    <w:rsid w:val="00B527F4"/>
    <w:rsid w:val="00B548D0"/>
    <w:rsid w:val="00B55BF2"/>
    <w:rsid w:val="00B56A03"/>
    <w:rsid w:val="00B65B77"/>
    <w:rsid w:val="00B87A83"/>
    <w:rsid w:val="00B90639"/>
    <w:rsid w:val="00B95521"/>
    <w:rsid w:val="00BA141F"/>
    <w:rsid w:val="00BA22F1"/>
    <w:rsid w:val="00BA239A"/>
    <w:rsid w:val="00BA245E"/>
    <w:rsid w:val="00BA7E68"/>
    <w:rsid w:val="00BB624B"/>
    <w:rsid w:val="00BC005C"/>
    <w:rsid w:val="00BC1540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35A1D"/>
    <w:rsid w:val="00C70411"/>
    <w:rsid w:val="00C72A8D"/>
    <w:rsid w:val="00C76BAC"/>
    <w:rsid w:val="00C91BF8"/>
    <w:rsid w:val="00CA5201"/>
    <w:rsid w:val="00CB2191"/>
    <w:rsid w:val="00CB7158"/>
    <w:rsid w:val="00CD39DD"/>
    <w:rsid w:val="00CD39FA"/>
    <w:rsid w:val="00CE111F"/>
    <w:rsid w:val="00CE184D"/>
    <w:rsid w:val="00CE5CDF"/>
    <w:rsid w:val="00CE71D1"/>
    <w:rsid w:val="00D00CE5"/>
    <w:rsid w:val="00D07749"/>
    <w:rsid w:val="00D22DCA"/>
    <w:rsid w:val="00D22FB7"/>
    <w:rsid w:val="00D31E86"/>
    <w:rsid w:val="00D35963"/>
    <w:rsid w:val="00D41F6D"/>
    <w:rsid w:val="00D4482A"/>
    <w:rsid w:val="00D500A5"/>
    <w:rsid w:val="00D57444"/>
    <w:rsid w:val="00D63539"/>
    <w:rsid w:val="00D65A21"/>
    <w:rsid w:val="00D9126D"/>
    <w:rsid w:val="00D946F7"/>
    <w:rsid w:val="00DA2467"/>
    <w:rsid w:val="00DB6E05"/>
    <w:rsid w:val="00DD01E9"/>
    <w:rsid w:val="00DD2761"/>
    <w:rsid w:val="00DD3120"/>
    <w:rsid w:val="00DD43A9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C54"/>
    <w:rsid w:val="00F27274"/>
    <w:rsid w:val="00F27A8E"/>
    <w:rsid w:val="00F31346"/>
    <w:rsid w:val="00F6706F"/>
    <w:rsid w:val="00F71416"/>
    <w:rsid w:val="00F72D7A"/>
    <w:rsid w:val="00F76B2F"/>
    <w:rsid w:val="00F84153"/>
    <w:rsid w:val="00F866F9"/>
    <w:rsid w:val="00FD2D92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113F40"/>
    <w:rsid w:val="00123A47"/>
    <w:rsid w:val="00294F6E"/>
    <w:rsid w:val="0034076C"/>
    <w:rsid w:val="00431516"/>
    <w:rsid w:val="00442775"/>
    <w:rsid w:val="004A650F"/>
    <w:rsid w:val="004E4ED8"/>
    <w:rsid w:val="0050088E"/>
    <w:rsid w:val="005830F2"/>
    <w:rsid w:val="005F0D44"/>
    <w:rsid w:val="006E0974"/>
    <w:rsid w:val="00713FFA"/>
    <w:rsid w:val="00727E9C"/>
    <w:rsid w:val="007B6520"/>
    <w:rsid w:val="007C5CD9"/>
    <w:rsid w:val="00842923"/>
    <w:rsid w:val="00864EF4"/>
    <w:rsid w:val="008A612F"/>
    <w:rsid w:val="008C2C62"/>
    <w:rsid w:val="00A549CD"/>
    <w:rsid w:val="00A86867"/>
    <w:rsid w:val="00B076B3"/>
    <w:rsid w:val="00B479F3"/>
    <w:rsid w:val="00B73FFE"/>
    <w:rsid w:val="00B87A83"/>
    <w:rsid w:val="00B90639"/>
    <w:rsid w:val="00C35A1D"/>
    <w:rsid w:val="00C770A2"/>
    <w:rsid w:val="00CB7158"/>
    <w:rsid w:val="00D37971"/>
    <w:rsid w:val="00D61302"/>
    <w:rsid w:val="00D708F6"/>
    <w:rsid w:val="00D946F7"/>
    <w:rsid w:val="00E812C6"/>
    <w:rsid w:val="00EA59F0"/>
    <w:rsid w:val="00EB4CBE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3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6</TotalTime>
  <Pages>1</Pages>
  <Words>1080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11</cp:revision>
  <cp:lastPrinted>2019-12-09T09:19:00Z</cp:lastPrinted>
  <dcterms:created xsi:type="dcterms:W3CDTF">2025-01-25T14:29:00Z</dcterms:created>
  <dcterms:modified xsi:type="dcterms:W3CDTF">2025-02-20T08:50:00Z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